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4877B7" w:rsidRPr="006D3D23" w:rsidTr="006D3D23">
        <w:tc>
          <w:tcPr>
            <w:tcW w:w="4788" w:type="dxa"/>
          </w:tcPr>
          <w:p w:rsidR="004877B7" w:rsidRPr="00712974" w:rsidRDefault="004877B7" w:rsidP="006D3D23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712974">
              <w:rPr>
                <w:b/>
                <w:sz w:val="40"/>
                <w:szCs w:val="40"/>
              </w:rPr>
              <w:t>Deposits</w:t>
            </w:r>
          </w:p>
        </w:tc>
        <w:tc>
          <w:tcPr>
            <w:tcW w:w="4788" w:type="dxa"/>
          </w:tcPr>
          <w:p w:rsidR="004877B7" w:rsidRPr="00712974" w:rsidRDefault="004877B7" w:rsidP="006D3D23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712974">
              <w:rPr>
                <w:b/>
                <w:sz w:val="40"/>
                <w:szCs w:val="40"/>
              </w:rPr>
              <w:t>Dividends</w:t>
            </w:r>
          </w:p>
        </w:tc>
      </w:tr>
      <w:tr w:rsidR="004877B7" w:rsidRPr="006D3D23" w:rsidTr="00325A5D">
        <w:trPr>
          <w:trHeight w:val="5462"/>
        </w:trPr>
        <w:tc>
          <w:tcPr>
            <w:tcW w:w="4788" w:type="dxa"/>
          </w:tcPr>
          <w:p w:rsidR="004877B7" w:rsidRDefault="004877B7" w:rsidP="00325A5D">
            <w:pPr>
              <w:pStyle w:val="ListParagraph"/>
              <w:spacing w:after="0" w:line="240" w:lineRule="auto"/>
              <w:ind w:left="0"/>
            </w:pPr>
          </w:p>
          <w:p w:rsidR="004877B7" w:rsidRDefault="004877B7" w:rsidP="00325A5D">
            <w:pPr>
              <w:pStyle w:val="ListParagraph"/>
              <w:spacing w:after="0" w:line="240" w:lineRule="auto"/>
              <w:ind w:left="0"/>
            </w:pPr>
          </w:p>
          <w:p w:rsidR="004877B7" w:rsidRDefault="004877B7" w:rsidP="00325A5D">
            <w:pPr>
              <w:pStyle w:val="ListParagraph"/>
              <w:spacing w:after="0" w:line="240" w:lineRule="auto"/>
              <w:ind w:left="0"/>
            </w:pPr>
            <w:r>
              <w:t xml:space="preserve">- I learned that technology is a great means of   </w:t>
            </w:r>
          </w:p>
          <w:p w:rsidR="004877B7" w:rsidRDefault="004877B7" w:rsidP="00325A5D">
            <w:pPr>
              <w:pStyle w:val="ListParagraph"/>
              <w:spacing w:after="0" w:line="240" w:lineRule="auto"/>
              <w:ind w:left="0"/>
            </w:pPr>
            <w:r>
              <w:t>sharing information to your students</w:t>
            </w:r>
          </w:p>
          <w:p w:rsidR="004877B7" w:rsidRDefault="004877B7" w:rsidP="00325A5D">
            <w:pPr>
              <w:pStyle w:val="ListParagraph"/>
              <w:spacing w:after="0" w:line="240" w:lineRule="auto"/>
              <w:ind w:left="0"/>
            </w:pPr>
            <w:r>
              <w:t>- I  learned to interact people using the media</w:t>
            </w:r>
          </w:p>
          <w:p w:rsidR="004877B7" w:rsidRPr="006D3D23" w:rsidRDefault="004877B7" w:rsidP="00325A5D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4788" w:type="dxa"/>
          </w:tcPr>
          <w:p w:rsidR="004877B7" w:rsidRDefault="004877B7" w:rsidP="00325A5D">
            <w:pPr>
              <w:pStyle w:val="ListParagraph"/>
              <w:spacing w:after="0" w:line="240" w:lineRule="auto"/>
              <w:ind w:left="360"/>
            </w:pPr>
          </w:p>
          <w:p w:rsidR="004877B7" w:rsidRDefault="004877B7" w:rsidP="00325A5D">
            <w:pPr>
              <w:pStyle w:val="ListParagraph"/>
              <w:spacing w:after="0" w:line="240" w:lineRule="auto"/>
              <w:ind w:left="360"/>
            </w:pPr>
          </w:p>
          <w:p w:rsidR="004877B7" w:rsidRPr="006D3D23" w:rsidRDefault="004877B7" w:rsidP="00325A5D">
            <w:pPr>
              <w:pStyle w:val="ListParagraph"/>
              <w:spacing w:after="0" w:line="240" w:lineRule="auto"/>
              <w:ind w:left="360"/>
            </w:pPr>
            <w:r>
              <w:t>-I can make creative and informative power point presentation to distribute information</w:t>
            </w:r>
          </w:p>
          <w:p w:rsidR="004877B7" w:rsidRPr="006D3D23" w:rsidRDefault="004877B7" w:rsidP="00325A5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I can use the media to give assignments and posts assessments for my students </w:t>
            </w:r>
          </w:p>
        </w:tc>
      </w:tr>
    </w:tbl>
    <w:p w:rsidR="004877B7" w:rsidRDefault="004877B7"/>
    <w:sectPr w:rsidR="004877B7" w:rsidSect="00D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3468A"/>
    <w:multiLevelType w:val="hybridMultilevel"/>
    <w:tmpl w:val="9E42CB06"/>
    <w:lvl w:ilvl="0" w:tplc="6F0C789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7FD"/>
    <w:rsid w:val="00217FC4"/>
    <w:rsid w:val="003227FD"/>
    <w:rsid w:val="00325A5D"/>
    <w:rsid w:val="004877B7"/>
    <w:rsid w:val="006D3D23"/>
    <w:rsid w:val="00712974"/>
    <w:rsid w:val="00CB587B"/>
    <w:rsid w:val="00D22F1C"/>
    <w:rsid w:val="00E92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7F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27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22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49</Words>
  <Characters>281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Deposits</dc:title>
  <dc:subject/>
  <dc:creator>WinXp</dc:creator>
  <cp:keywords/>
  <dc:description/>
  <cp:lastModifiedBy>Student</cp:lastModifiedBy>
  <cp:revision>2</cp:revision>
  <dcterms:created xsi:type="dcterms:W3CDTF">2012-07-12T12:37:00Z</dcterms:created>
  <dcterms:modified xsi:type="dcterms:W3CDTF">2012-07-12T12:37:00Z</dcterms:modified>
</cp:coreProperties>
</file>